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7560B9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1</w:t>
      </w:r>
      <w:r w:rsidR="00C900FE">
        <w:rPr>
          <w:bCs w:val="0"/>
          <w:sz w:val="24"/>
          <w:szCs w:val="24"/>
        </w:rPr>
        <w:t>7</w:t>
      </w:r>
      <w:r>
        <w:rPr>
          <w:bCs w:val="0"/>
          <w:sz w:val="24"/>
          <w:szCs w:val="24"/>
        </w:rPr>
        <w:t>.</w:t>
      </w:r>
      <w:r w:rsidR="00C900FE">
        <w:rPr>
          <w:bCs w:val="0"/>
          <w:sz w:val="24"/>
          <w:szCs w:val="24"/>
        </w:rPr>
        <w:t>1</w:t>
      </w:r>
      <w:r>
        <w:rPr>
          <w:bCs w:val="0"/>
          <w:sz w:val="24"/>
          <w:szCs w:val="24"/>
        </w:rPr>
        <w:t xml:space="preserve">0. </w:t>
      </w:r>
      <w:r w:rsidR="003420EA" w:rsidRPr="003420EA">
        <w:rPr>
          <w:bCs w:val="0"/>
          <w:sz w:val="24"/>
          <w:szCs w:val="24"/>
        </w:rPr>
        <w:t>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5B09E6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C900FE" w:rsidRPr="00C900FE">
        <w:t>«О внесении изменений в статьи 5 и 88 Регламента Законодательного Собрания Новосибирской области»</w:t>
      </w:r>
      <w:bookmarkStart w:id="0" w:name="_GoBack"/>
      <w:bookmarkEnd w:id="0"/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B6F" w:rsidRDefault="00C46B6F">
      <w:r>
        <w:separator/>
      </w:r>
    </w:p>
  </w:endnote>
  <w:endnote w:type="continuationSeparator" w:id="0">
    <w:p w:rsidR="00C46B6F" w:rsidRDefault="00C46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B6F" w:rsidRDefault="00C46B6F">
      <w:r>
        <w:separator/>
      </w:r>
    </w:p>
  </w:footnote>
  <w:footnote w:type="continuationSeparator" w:id="0">
    <w:p w:rsidR="00C46B6F" w:rsidRDefault="00C46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C539C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B09E6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7769E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560B9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E5E5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489F"/>
    <w:rsid w:val="009472D2"/>
    <w:rsid w:val="00950736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915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74818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46B6F"/>
    <w:rsid w:val="00C5729B"/>
    <w:rsid w:val="00C74D7E"/>
    <w:rsid w:val="00C7764D"/>
    <w:rsid w:val="00C85DC3"/>
    <w:rsid w:val="00C900FE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177A91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45B27-55CB-4598-B64A-2C830C86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2023-06-19T10:19:00Z</cp:lastPrinted>
  <dcterms:created xsi:type="dcterms:W3CDTF">2023-10-11T07:46:00Z</dcterms:created>
  <dcterms:modified xsi:type="dcterms:W3CDTF">2023-10-11T07:46:00Z</dcterms:modified>
</cp:coreProperties>
</file>